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F4C5A00-D63D-4DB3-B8F9-24858F7329A0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